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463F8E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様式５</w:t>
      </w:r>
    </w:p>
    <w:p w:rsidR="00441506" w:rsidRPr="00D11550" w:rsidRDefault="00134F5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03401F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322041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423775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DC4DB0">
        <w:rPr>
          <w:rFonts w:ascii="ＭＳ 明朝" w:hAnsi="ＭＳ 明朝" w:hint="eastAsia"/>
          <w:sz w:val="24"/>
        </w:rPr>
        <w:t>10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B66CBA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DC4DB0">
        <w:rPr>
          <w:rFonts w:ascii="ＭＳ 明朝" w:hAnsi="ＭＳ 明朝" w:hint="eastAsia"/>
          <w:sz w:val="24"/>
        </w:rPr>
        <w:t>９</w:t>
      </w:r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:rsidR="00423775" w:rsidRDefault="00322041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DC4DB0">
        <w:rPr>
          <w:rFonts w:ascii="ＭＳ 明朝" w:hAnsi="ＭＳ 明朝" w:hint="eastAsia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2377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:rsidR="005E2D0B" w:rsidRPr="005E2D0B" w:rsidRDefault="005E2D0B" w:rsidP="00ED46AA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</w:p>
    <w:p w:rsidR="00724E95" w:rsidRPr="00EC15DD" w:rsidRDefault="00724E95" w:rsidP="00AE723D">
      <w:pPr>
        <w:adjustRightInd w:val="0"/>
        <w:snapToGrid w:val="0"/>
        <w:spacing w:line="220" w:lineRule="exact"/>
        <w:ind w:firstLine="142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AE723D" w:rsidRDefault="00724E95" w:rsidP="00AE723D">
      <w:pPr>
        <w:adjustRightInd w:val="0"/>
        <w:snapToGrid w:val="0"/>
        <w:spacing w:line="220" w:lineRule="exact"/>
        <w:ind w:firstLineChars="193" w:firstLine="386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 xml:space="preserve">　　　　　　　　　　　　　</w:t>
      </w:r>
      <w:r w:rsidR="00ED46AA" w:rsidRPr="00AE723D">
        <w:rPr>
          <w:rFonts w:ascii="ＭＳ 明朝" w:hAnsi="ＭＳ 明朝" w:hint="eastAsia"/>
          <w:sz w:val="20"/>
          <w:szCs w:val="20"/>
        </w:rPr>
        <w:t xml:space="preserve">　　　</w:t>
      </w:r>
      <w:r w:rsidR="00745365">
        <w:rPr>
          <w:rFonts w:ascii="ＭＳ 明朝" w:hAnsi="ＭＳ 明朝" w:hint="eastAsia"/>
          <w:sz w:val="20"/>
          <w:szCs w:val="20"/>
        </w:rPr>
        <w:t xml:space="preserve">　</w:t>
      </w:r>
      <w:r w:rsidRPr="00AE723D">
        <w:rPr>
          <w:rFonts w:ascii="ＭＳ 明朝" w:hAnsi="ＭＳ 明朝" w:hint="eastAsia"/>
          <w:sz w:val="20"/>
          <w:szCs w:val="20"/>
        </w:rPr>
        <w:t>就職者数</w:t>
      </w:r>
    </w:p>
    <w:p w:rsidR="005E2D0B" w:rsidRPr="00AE723D" w:rsidRDefault="00AE723D" w:rsidP="00745365">
      <w:pPr>
        <w:tabs>
          <w:tab w:val="left" w:pos="7810"/>
        </w:tabs>
        <w:adjustRightInd w:val="0"/>
        <w:snapToGrid w:val="0"/>
        <w:spacing w:line="220" w:lineRule="exact"/>
        <w:ind w:firstLineChars="193" w:firstLine="38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1613534</wp:posOffset>
                </wp:positionH>
                <wp:positionV relativeFrom="paragraph">
                  <wp:posOffset>67310</wp:posOffset>
                </wp:positionV>
                <wp:extent cx="2638425" cy="0"/>
                <wp:effectExtent l="0" t="0" r="2857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E451C5" id="直線コネクタ 3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05pt,5.3pt" to="334.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" strokecolor="black [3213]"/>
            </w:pict>
          </mc:Fallback>
        </mc:AlternateContent>
      </w:r>
      <w:r w:rsidR="00781D51">
        <w:rPr>
          <w:rFonts w:ascii="ＭＳ 明朝" w:hAnsi="ＭＳ 明朝" w:hint="eastAsia"/>
          <w:sz w:val="20"/>
          <w:szCs w:val="20"/>
        </w:rPr>
        <w:t>①</w:t>
      </w:r>
      <w:r w:rsidRPr="00AE723D">
        <w:rPr>
          <w:rFonts w:ascii="ＭＳ 明朝" w:hAnsi="ＭＳ 明朝" w:hint="eastAsia"/>
          <w:sz w:val="20"/>
          <w:szCs w:val="20"/>
        </w:rPr>
        <w:t>．</w:t>
      </w:r>
      <w:r w:rsidR="00724E95" w:rsidRPr="00AE723D">
        <w:rPr>
          <w:rFonts w:ascii="ＭＳ 明朝" w:hAnsi="ＭＳ 明朝" w:hint="eastAsia"/>
          <w:sz w:val="20"/>
          <w:szCs w:val="20"/>
        </w:rPr>
        <w:t xml:space="preserve">全体の就職率　</w:t>
      </w:r>
      <w:r w:rsidR="00745365">
        <w:rPr>
          <w:rFonts w:ascii="ＭＳ 明朝" w:hAnsi="ＭＳ 明朝" w:hint="eastAsia"/>
          <w:sz w:val="20"/>
          <w:szCs w:val="20"/>
        </w:rPr>
        <w:t>＝</w:t>
      </w:r>
      <w:r w:rsidR="00724E95" w:rsidRPr="00AE723D">
        <w:rPr>
          <w:rFonts w:ascii="ＭＳ 明朝" w:hAnsi="ＭＳ 明朝" w:hint="eastAsia"/>
          <w:sz w:val="20"/>
          <w:szCs w:val="20"/>
        </w:rPr>
        <w:t xml:space="preserve">　</w:t>
      </w:r>
      <w:r w:rsidR="00745365">
        <w:rPr>
          <w:rFonts w:ascii="ＭＳ 明朝" w:hAnsi="ＭＳ 明朝" w:hint="eastAsia"/>
          <w:sz w:val="20"/>
          <w:szCs w:val="20"/>
        </w:rPr>
        <w:t xml:space="preserve">　　　　　　　　　　　　　　　　　　　　　　</w:t>
      </w:r>
      <w:r w:rsidR="00724E95" w:rsidRPr="00AE723D">
        <w:rPr>
          <w:rFonts w:ascii="ＭＳ 明朝" w:hAnsi="ＭＳ 明朝" w:hint="eastAsia"/>
          <w:sz w:val="20"/>
          <w:szCs w:val="20"/>
        </w:rPr>
        <w:t>×　100</w:t>
      </w:r>
    </w:p>
    <w:p w:rsidR="005E2D0B" w:rsidRPr="00AE723D" w:rsidRDefault="00724E95" w:rsidP="00AE723D">
      <w:pPr>
        <w:adjustRightInd w:val="0"/>
        <w:snapToGrid w:val="0"/>
        <w:spacing w:line="220" w:lineRule="exact"/>
        <w:ind w:firstLineChars="1353" w:firstLine="2706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>訓練修了者数　+　就職による中途退校者数</w:t>
      </w:r>
    </w:p>
    <w:p w:rsidR="005E2D0B" w:rsidRPr="00AE723D" w:rsidRDefault="00ED46AA" w:rsidP="00AE723D">
      <w:pPr>
        <w:adjustRightInd w:val="0"/>
        <w:snapToGrid w:val="0"/>
        <w:spacing w:beforeLines="50" w:before="120" w:line="220" w:lineRule="exact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A44165" w:rsidRPr="00AE723D">
        <w:rPr>
          <w:rFonts w:ascii="ＭＳ 明朝" w:hAnsi="ＭＳ 明朝" w:hint="eastAsia"/>
          <w:sz w:val="20"/>
          <w:szCs w:val="20"/>
        </w:rPr>
        <w:t xml:space="preserve"> 　</w:t>
      </w:r>
      <w:r w:rsidRPr="00AE723D">
        <w:rPr>
          <w:rFonts w:ascii="ＭＳ 明朝" w:hAnsi="ＭＳ 明朝" w:hint="eastAsia"/>
          <w:sz w:val="20"/>
          <w:szCs w:val="20"/>
        </w:rPr>
        <w:t>（様式１）提出者数</w:t>
      </w:r>
    </w:p>
    <w:p w:rsidR="005E2D0B" w:rsidRPr="00AE723D" w:rsidRDefault="00745365" w:rsidP="00AE723D">
      <w:pPr>
        <w:tabs>
          <w:tab w:val="left" w:pos="7475"/>
        </w:tabs>
        <w:adjustRightInd w:val="0"/>
        <w:snapToGrid w:val="0"/>
        <w:spacing w:line="220" w:lineRule="exact"/>
        <w:ind w:firstLineChars="193" w:firstLine="38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57785</wp:posOffset>
                </wp:positionV>
                <wp:extent cx="17716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C490C" id="直線コネクタ 4" o:spid="_x0000_s1026" style="position:absolute;left:0;text-align:lef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05pt,4.55pt" to="236.5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" strokecolor="black [3213]"/>
            </w:pict>
          </mc:Fallback>
        </mc:AlternateContent>
      </w:r>
      <w:r w:rsidR="00781D51">
        <w:rPr>
          <w:rFonts w:ascii="ＭＳ 明朝" w:hAnsi="ＭＳ 明朝" w:hint="eastAsia"/>
          <w:sz w:val="20"/>
          <w:szCs w:val="20"/>
        </w:rPr>
        <w:t>②</w:t>
      </w:r>
      <w:r w:rsidR="00AE723D" w:rsidRPr="00AE723D">
        <w:rPr>
          <w:rFonts w:ascii="ＭＳ 明朝" w:hAnsi="ＭＳ 明朝" w:hint="eastAsia"/>
          <w:sz w:val="20"/>
          <w:szCs w:val="20"/>
        </w:rPr>
        <w:t>．</w:t>
      </w:r>
      <w:r w:rsidR="00ED46AA" w:rsidRPr="00AE723D">
        <w:rPr>
          <w:rFonts w:ascii="ＭＳ 明朝" w:hAnsi="ＭＳ 明朝" w:hint="eastAsia"/>
          <w:sz w:val="20"/>
          <w:szCs w:val="20"/>
        </w:rPr>
        <w:t>回収</w:t>
      </w:r>
      <w:r w:rsidR="005E2D0B" w:rsidRPr="00AE723D">
        <w:rPr>
          <w:rFonts w:ascii="ＭＳ 明朝" w:hAnsi="ＭＳ 明朝" w:hint="eastAsia"/>
          <w:sz w:val="20"/>
          <w:szCs w:val="20"/>
        </w:rPr>
        <w:t xml:space="preserve">率　</w:t>
      </w:r>
      <w:r>
        <w:rPr>
          <w:rFonts w:ascii="ＭＳ 明朝" w:hAnsi="ＭＳ 明朝" w:hint="eastAsia"/>
          <w:sz w:val="20"/>
          <w:szCs w:val="20"/>
        </w:rPr>
        <w:t>＝</w:t>
      </w:r>
      <w:r w:rsidR="005E2D0B" w:rsidRPr="00AE723D">
        <w:rPr>
          <w:rFonts w:ascii="ＭＳ 明朝" w:hAnsi="ＭＳ 明朝" w:hint="eastAsia"/>
          <w:sz w:val="20"/>
          <w:szCs w:val="20"/>
        </w:rPr>
        <w:t xml:space="preserve">　</w:t>
      </w:r>
      <w:r w:rsidR="00ED46AA" w:rsidRPr="00AE723D">
        <w:rPr>
          <w:rFonts w:ascii="ＭＳ 明朝" w:hAnsi="ＭＳ 明朝" w:hint="eastAsia"/>
          <w:sz w:val="20"/>
          <w:szCs w:val="20"/>
        </w:rPr>
        <w:t xml:space="preserve">　　　　　　　　　　　　　　　</w:t>
      </w:r>
      <w:r w:rsidR="005E2D0B" w:rsidRPr="00AE723D">
        <w:rPr>
          <w:rFonts w:ascii="ＭＳ 明朝" w:hAnsi="ＭＳ 明朝" w:hint="eastAsia"/>
          <w:sz w:val="20"/>
          <w:szCs w:val="20"/>
        </w:rPr>
        <w:t>×　100</w:t>
      </w:r>
    </w:p>
    <w:p w:rsidR="005E2D0B" w:rsidRPr="00AE723D" w:rsidRDefault="00ED46AA" w:rsidP="00AE723D">
      <w:pPr>
        <w:adjustRightInd w:val="0"/>
        <w:snapToGrid w:val="0"/>
        <w:spacing w:line="220" w:lineRule="exact"/>
        <w:ind w:firstLineChars="1030" w:firstLine="2060"/>
        <w:rPr>
          <w:rFonts w:ascii="ＭＳ 明朝" w:hAnsi="ＭＳ 明朝"/>
          <w:sz w:val="20"/>
          <w:szCs w:val="20"/>
        </w:rPr>
      </w:pPr>
      <w:r w:rsidRPr="00AE723D">
        <w:rPr>
          <w:rFonts w:ascii="ＭＳ 明朝" w:hAnsi="ＭＳ 明朝" w:hint="eastAsia"/>
          <w:sz w:val="20"/>
          <w:szCs w:val="20"/>
        </w:rPr>
        <w:t>訓練開始時の訓練受講者数</w:t>
      </w:r>
    </w:p>
    <w:p w:rsidR="00ED46AA" w:rsidRDefault="00781D51" w:rsidP="00AE723D">
      <w:pPr>
        <w:adjustRightInd w:val="0"/>
        <w:snapToGrid w:val="0"/>
        <w:spacing w:beforeLines="50" w:before="120" w:line="220" w:lineRule="exact"/>
        <w:ind w:firstLineChars="200" w:firstLine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③</w:t>
      </w:r>
      <w:r w:rsidR="00AE723D" w:rsidRPr="00AE723D">
        <w:rPr>
          <w:rFonts w:ascii="ＭＳ 明朝" w:hAnsi="ＭＳ 明朝" w:hint="eastAsia"/>
          <w:sz w:val="20"/>
          <w:szCs w:val="20"/>
        </w:rPr>
        <w:t>．</w:t>
      </w:r>
      <w:r w:rsidR="00724E95" w:rsidRPr="00AE723D">
        <w:rPr>
          <w:rFonts w:ascii="ＭＳ 明朝" w:hAnsi="ＭＳ 明朝" w:hint="eastAsia"/>
          <w:sz w:val="20"/>
          <w:szCs w:val="20"/>
        </w:rPr>
        <w:t>就職率</w:t>
      </w:r>
      <w:r w:rsidR="005E2D0B" w:rsidRPr="00AE723D">
        <w:rPr>
          <w:rFonts w:ascii="ＭＳ 明朝" w:hAnsi="ＭＳ 明朝" w:hint="eastAsia"/>
          <w:sz w:val="20"/>
          <w:szCs w:val="20"/>
        </w:rPr>
        <w:t>および回収率</w:t>
      </w:r>
      <w:r w:rsidR="00724E95" w:rsidRPr="00AE723D">
        <w:rPr>
          <w:rFonts w:ascii="ＭＳ 明朝" w:hAnsi="ＭＳ 明朝" w:hint="eastAsia"/>
          <w:sz w:val="20"/>
          <w:szCs w:val="20"/>
        </w:rPr>
        <w:t>は小数第2位を切り捨てること。</w:t>
      </w:r>
    </w:p>
    <w:p w:rsidR="00AE723D" w:rsidRPr="00ED46AA" w:rsidRDefault="00AE723D" w:rsidP="00ED46AA">
      <w:pPr>
        <w:adjustRightInd w:val="0"/>
        <w:snapToGrid w:val="0"/>
        <w:rPr>
          <w:rFonts w:ascii="ＭＳ 明朝" w:hAnsi="ＭＳ 明朝"/>
          <w:sz w:val="24"/>
        </w:rPr>
      </w:pPr>
    </w:p>
    <w:sectPr w:rsidR="00AE723D" w:rsidRPr="00ED46AA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3D" w:rsidRDefault="00AE723D" w:rsidP="00012EE2">
      <w:r>
        <w:separator/>
      </w:r>
    </w:p>
  </w:endnote>
  <w:endnote w:type="continuationSeparator" w:id="0">
    <w:p w:rsidR="00AE723D" w:rsidRDefault="00AE723D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3D" w:rsidRDefault="00AE723D" w:rsidP="00012EE2">
      <w:r>
        <w:separator/>
      </w:r>
    </w:p>
  </w:footnote>
  <w:footnote w:type="continuationSeparator" w:id="0">
    <w:p w:rsidR="00AE723D" w:rsidRDefault="00AE723D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2EE2"/>
    <w:rsid w:val="0003401F"/>
    <w:rsid w:val="000475E4"/>
    <w:rsid w:val="000B5BEF"/>
    <w:rsid w:val="001166E6"/>
    <w:rsid w:val="00134F56"/>
    <w:rsid w:val="00177548"/>
    <w:rsid w:val="001E6383"/>
    <w:rsid w:val="0023300F"/>
    <w:rsid w:val="0024044A"/>
    <w:rsid w:val="003107FC"/>
    <w:rsid w:val="003167EF"/>
    <w:rsid w:val="00322041"/>
    <w:rsid w:val="00324380"/>
    <w:rsid w:val="003265A1"/>
    <w:rsid w:val="00392984"/>
    <w:rsid w:val="003A1CD2"/>
    <w:rsid w:val="003D6D7E"/>
    <w:rsid w:val="00423775"/>
    <w:rsid w:val="00441506"/>
    <w:rsid w:val="00463F8E"/>
    <w:rsid w:val="00475234"/>
    <w:rsid w:val="005874DB"/>
    <w:rsid w:val="005B06BA"/>
    <w:rsid w:val="005E2228"/>
    <w:rsid w:val="005E22AA"/>
    <w:rsid w:val="005E2D0B"/>
    <w:rsid w:val="00644B96"/>
    <w:rsid w:val="00681055"/>
    <w:rsid w:val="006F1AEB"/>
    <w:rsid w:val="0070511B"/>
    <w:rsid w:val="00724E95"/>
    <w:rsid w:val="00745365"/>
    <w:rsid w:val="00747270"/>
    <w:rsid w:val="00772BA4"/>
    <w:rsid w:val="00781D51"/>
    <w:rsid w:val="007C7C5C"/>
    <w:rsid w:val="007D3165"/>
    <w:rsid w:val="007E1E60"/>
    <w:rsid w:val="007F2B0E"/>
    <w:rsid w:val="008223DD"/>
    <w:rsid w:val="008E00B7"/>
    <w:rsid w:val="00903DA1"/>
    <w:rsid w:val="00996C1E"/>
    <w:rsid w:val="00A16215"/>
    <w:rsid w:val="00A44165"/>
    <w:rsid w:val="00A67E83"/>
    <w:rsid w:val="00AE723D"/>
    <w:rsid w:val="00AF1349"/>
    <w:rsid w:val="00B02DD1"/>
    <w:rsid w:val="00B66CBA"/>
    <w:rsid w:val="00B84E68"/>
    <w:rsid w:val="00BE36CC"/>
    <w:rsid w:val="00C0036E"/>
    <w:rsid w:val="00C4314C"/>
    <w:rsid w:val="00CA1B83"/>
    <w:rsid w:val="00CB5046"/>
    <w:rsid w:val="00CB54EC"/>
    <w:rsid w:val="00CF11AF"/>
    <w:rsid w:val="00D11550"/>
    <w:rsid w:val="00D95784"/>
    <w:rsid w:val="00DC4DB0"/>
    <w:rsid w:val="00DD1835"/>
    <w:rsid w:val="00DF5067"/>
    <w:rsid w:val="00E03747"/>
    <w:rsid w:val="00E460FA"/>
    <w:rsid w:val="00E626CE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15</TotalTime>
  <Pages>1</Pages>
  <Words>453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10</cp:revision>
  <cp:lastPrinted>2015-04-09T04:29:00Z</cp:lastPrinted>
  <dcterms:created xsi:type="dcterms:W3CDTF">2019-04-04T02:18:00Z</dcterms:created>
  <dcterms:modified xsi:type="dcterms:W3CDTF">2023-02-06T04:56:00Z</dcterms:modified>
</cp:coreProperties>
</file>